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22ABE3B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4A5795">
        <w:rPr>
          <w:b/>
          <w:lang w:val="en-GB"/>
        </w:rPr>
        <w:t xml:space="preserve"> </w:t>
      </w:r>
      <w:r w:rsidR="008E2A5C">
        <w:rPr>
          <w:b/>
          <w:lang w:val="en-GB"/>
        </w:rPr>
        <w:t>47-G009-25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781C4F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781C4F">
        <w:rPr>
          <w:rFonts w:ascii="Calibri" w:hAnsi="Calibri" w:cs="Calibri"/>
        </w:rPr>
        <w:t>Kiribati Public Procurement Web</w:t>
      </w:r>
      <w:r w:rsidRPr="00781C4F">
        <w:rPr>
          <w:rFonts w:ascii="Calibri" w:hAnsi="Calibri" w:cs="Calibri"/>
        </w:rPr>
        <w:t xml:space="preserve"> </w:t>
      </w:r>
      <w:r w:rsidR="00D80D8E" w:rsidRPr="00781C4F">
        <w:rPr>
          <w:rFonts w:ascii="Calibri" w:hAnsi="Calibri" w:cs="Calibri"/>
        </w:rPr>
        <w:t>Portal</w:t>
      </w:r>
      <w:r w:rsidRPr="00781C4F">
        <w:rPr>
          <w:rFonts w:ascii="Calibri" w:hAnsi="Calibri" w:cs="Calibri"/>
        </w:rPr>
        <w:t xml:space="preserve"> (</w:t>
      </w:r>
      <w:hyperlink r:id="rId11" w:history="1">
        <w:r w:rsidR="00AB0D84" w:rsidRPr="00781C4F">
          <w:rPr>
            <w:rStyle w:val="Hyperlink"/>
          </w:rPr>
          <w:t>Tender List | Central Procurement Unit</w:t>
        </w:r>
      </w:hyperlink>
      <w:r w:rsidRPr="00781C4F">
        <w:rPr>
          <w:rFonts w:ascii="Calibri" w:hAnsi="Calibri" w:cs="Calibri"/>
        </w:rPr>
        <w:t xml:space="preserve">) </w:t>
      </w:r>
      <w:r w:rsidRPr="00781C4F">
        <w:rPr>
          <w:rFonts w:ascii="Calibri" w:hAnsi="Calibri" w:cs="Calibri"/>
          <w:u w:val="single"/>
        </w:rPr>
        <w:t>or</w:t>
      </w:r>
      <w:r w:rsidRPr="00781C4F">
        <w:rPr>
          <w:rFonts w:ascii="Calibri" w:hAnsi="Calibri" w:cs="Calibri"/>
        </w:rPr>
        <w:t xml:space="preserve"> sent directly </w:t>
      </w:r>
      <w:r w:rsidR="00FE039B" w:rsidRPr="00781C4F">
        <w:rPr>
          <w:rFonts w:ascii="Calibri" w:hAnsi="Calibri" w:cs="Calibri"/>
        </w:rPr>
        <w:t xml:space="preserve">to </w:t>
      </w:r>
      <w:r w:rsidRPr="00781C4F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2323"/>
        <w:gridCol w:w="3052"/>
      </w:tblGrid>
      <w:tr w:rsidR="0076380B" w:rsidRPr="00A83773" w14:paraId="5CE7C1A9" w14:textId="22FF5B16" w:rsidTr="0076380B">
        <w:trPr>
          <w:trHeight w:val="606"/>
        </w:trPr>
        <w:tc>
          <w:tcPr>
            <w:tcW w:w="4089" w:type="dxa"/>
          </w:tcPr>
          <w:p w14:paraId="0C86EBA3" w14:textId="77777777" w:rsidR="0076380B" w:rsidRPr="00A83773" w:rsidRDefault="007638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23" w:type="dxa"/>
          </w:tcPr>
          <w:p w14:paraId="2F0A8131" w14:textId="77777777" w:rsidR="0076380B" w:rsidRPr="00A83773" w:rsidRDefault="0076380B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052" w:type="dxa"/>
          </w:tcPr>
          <w:p w14:paraId="4622EB6B" w14:textId="2D867D35" w:rsidR="0076380B" w:rsidRPr="00A83773" w:rsidRDefault="0076380B">
            <w:pPr>
              <w:jc w:val="both"/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 KST</w:t>
            </w:r>
          </w:p>
        </w:tc>
      </w:tr>
      <w:tr w:rsidR="0076380B" w:rsidRPr="00A83773" w14:paraId="4C2D539F" w14:textId="5ABBFBC4" w:rsidTr="0076380B">
        <w:trPr>
          <w:trHeight w:val="295"/>
        </w:trPr>
        <w:tc>
          <w:tcPr>
            <w:tcW w:w="4089" w:type="dxa"/>
          </w:tcPr>
          <w:p w14:paraId="41FD461D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23" w:type="dxa"/>
          </w:tcPr>
          <w:p w14:paraId="2C779895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7F2BEA02" w14:textId="7B86AC5D" w:rsidR="0076380B" w:rsidRDefault="000E72B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3512E">
              <w:rPr>
                <w:rFonts w:ascii="Calibri" w:hAnsi="Calibri"/>
                <w:szCs w:val="20"/>
              </w:rPr>
              <w:t>6</w:t>
            </w:r>
            <w:r w:rsidR="0076380B">
              <w:rPr>
                <w:rFonts w:ascii="Calibri" w:hAnsi="Calibri"/>
                <w:szCs w:val="20"/>
              </w:rPr>
              <w:t>/10/25</w:t>
            </w:r>
          </w:p>
        </w:tc>
      </w:tr>
      <w:tr w:rsidR="0076380B" w:rsidRPr="00A83773" w14:paraId="45B2B4FE" w14:textId="52D8C059" w:rsidTr="0076380B">
        <w:trPr>
          <w:trHeight w:val="295"/>
        </w:trPr>
        <w:tc>
          <w:tcPr>
            <w:tcW w:w="4089" w:type="dxa"/>
          </w:tcPr>
          <w:p w14:paraId="01EDC865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23" w:type="dxa"/>
          </w:tcPr>
          <w:p w14:paraId="1A2D75B4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</w:tcPr>
          <w:p w14:paraId="189363D3" w14:textId="62EFD517" w:rsidR="0076380B" w:rsidRDefault="000E72B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76380B">
              <w:rPr>
                <w:rFonts w:ascii="Calibri" w:hAnsi="Calibri"/>
                <w:szCs w:val="20"/>
              </w:rPr>
              <w:t>/10/2025</w:t>
            </w:r>
          </w:p>
        </w:tc>
      </w:tr>
      <w:tr w:rsidR="0076380B" w:rsidRPr="00A83773" w14:paraId="1FDA9F26" w14:textId="6E346B51" w:rsidTr="0076380B">
        <w:trPr>
          <w:trHeight w:val="606"/>
        </w:trPr>
        <w:tc>
          <w:tcPr>
            <w:tcW w:w="4089" w:type="dxa"/>
          </w:tcPr>
          <w:p w14:paraId="73D65BD2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23" w:type="dxa"/>
          </w:tcPr>
          <w:p w14:paraId="018D888B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4717BE34" w14:textId="07E225CB" w:rsidR="0076380B" w:rsidRDefault="000E72B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4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5AFC7FC8" w14:textId="6021C558" w:rsidTr="0076380B">
        <w:trPr>
          <w:trHeight w:val="606"/>
        </w:trPr>
        <w:tc>
          <w:tcPr>
            <w:tcW w:w="4089" w:type="dxa"/>
            <w:tcBorders>
              <w:bottom w:val="single" w:sz="12" w:space="0" w:color="auto"/>
            </w:tcBorders>
          </w:tcPr>
          <w:p w14:paraId="2118294B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23" w:type="dxa"/>
            <w:tcBorders>
              <w:bottom w:val="single" w:sz="12" w:space="0" w:color="auto"/>
            </w:tcBorders>
          </w:tcPr>
          <w:p w14:paraId="36F4F215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  <w:tcBorders>
              <w:bottom w:val="single" w:sz="12" w:space="0" w:color="auto"/>
            </w:tcBorders>
          </w:tcPr>
          <w:p w14:paraId="70BC1A22" w14:textId="0264949D" w:rsidR="0076380B" w:rsidRDefault="0063512E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69FDBD88" w14:textId="488162F8" w:rsidTr="0076380B">
        <w:trPr>
          <w:trHeight w:val="295"/>
        </w:trPr>
        <w:tc>
          <w:tcPr>
            <w:tcW w:w="4089" w:type="dxa"/>
          </w:tcPr>
          <w:p w14:paraId="23BEF4E6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23" w:type="dxa"/>
          </w:tcPr>
          <w:p w14:paraId="6FC5DBD7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3C33D108" w14:textId="68B3FBA5" w:rsidR="0076380B" w:rsidRDefault="000E72B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63512E">
              <w:rPr>
                <w:rFonts w:ascii="Calibri" w:hAnsi="Calibri"/>
                <w:szCs w:val="20"/>
              </w:rPr>
              <w:t>8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7AFFF1F4" w14:textId="17DFD3ED" w:rsidTr="0076380B">
        <w:trPr>
          <w:trHeight w:val="295"/>
        </w:trPr>
        <w:tc>
          <w:tcPr>
            <w:tcW w:w="4089" w:type="dxa"/>
          </w:tcPr>
          <w:p w14:paraId="465CF94D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23" w:type="dxa"/>
          </w:tcPr>
          <w:p w14:paraId="77D4D237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052" w:type="dxa"/>
          </w:tcPr>
          <w:p w14:paraId="0ECC5794" w14:textId="30F8D02F" w:rsidR="0076380B" w:rsidRDefault="0063512E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76380B">
              <w:rPr>
                <w:rFonts w:ascii="Calibri" w:hAnsi="Calibri"/>
                <w:szCs w:val="20"/>
              </w:rPr>
              <w:t>/11/2025</w:t>
            </w:r>
          </w:p>
        </w:tc>
      </w:tr>
      <w:tr w:rsidR="0076380B" w:rsidRPr="00A83773" w14:paraId="4E81A97C" w14:textId="3598EFF0" w:rsidTr="0076380B">
        <w:trPr>
          <w:trHeight w:val="606"/>
        </w:trPr>
        <w:tc>
          <w:tcPr>
            <w:tcW w:w="4089" w:type="dxa"/>
          </w:tcPr>
          <w:p w14:paraId="47F2258F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323" w:type="dxa"/>
          </w:tcPr>
          <w:p w14:paraId="2F97CBF9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052" w:type="dxa"/>
          </w:tcPr>
          <w:p w14:paraId="2CB6CD83" w14:textId="299A95C9" w:rsidR="0076380B" w:rsidRDefault="000E72B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01/12</w:t>
            </w:r>
            <w:r w:rsidR="0076380B">
              <w:rPr>
                <w:rFonts w:ascii="Calibri" w:hAnsi="Calibri"/>
                <w:szCs w:val="20"/>
              </w:rPr>
              <w:t>/2025</w:t>
            </w:r>
          </w:p>
        </w:tc>
      </w:tr>
      <w:tr w:rsidR="0076380B" w:rsidRPr="00A83773" w14:paraId="28C6ABB8" w14:textId="28083648" w:rsidTr="0076380B">
        <w:trPr>
          <w:trHeight w:val="606"/>
        </w:trPr>
        <w:tc>
          <w:tcPr>
            <w:tcW w:w="4089" w:type="dxa"/>
          </w:tcPr>
          <w:p w14:paraId="5F4FDB87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23" w:type="dxa"/>
          </w:tcPr>
          <w:p w14:paraId="15A5AFF3" w14:textId="77777777" w:rsidR="0076380B" w:rsidRPr="00A83773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052" w:type="dxa"/>
          </w:tcPr>
          <w:p w14:paraId="6D51A371" w14:textId="1564C166" w:rsidR="0076380B" w:rsidRPr="008D662A" w:rsidRDefault="00117C80" w:rsidP="008D662A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76380B">
              <w:rPr>
                <w:rFonts w:ascii="Calibri" w:hAnsi="Calibri"/>
                <w:szCs w:val="20"/>
              </w:rPr>
              <w:t>/12/2025</w:t>
            </w:r>
          </w:p>
        </w:tc>
      </w:tr>
      <w:tr w:rsidR="0076380B" w:rsidRPr="00A33618" w14:paraId="029E8230" w14:textId="3CAE56AB" w:rsidTr="0076380B">
        <w:trPr>
          <w:trHeight w:val="295"/>
        </w:trPr>
        <w:tc>
          <w:tcPr>
            <w:tcW w:w="4089" w:type="dxa"/>
          </w:tcPr>
          <w:p w14:paraId="68B66FA8" w14:textId="77777777" w:rsidR="0076380B" w:rsidRPr="00A83773" w:rsidRDefault="007638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23" w:type="dxa"/>
          </w:tcPr>
          <w:p w14:paraId="39E67A9D" w14:textId="77777777" w:rsidR="0076380B" w:rsidRPr="00690137" w:rsidRDefault="0076380B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052" w:type="dxa"/>
          </w:tcPr>
          <w:p w14:paraId="69DCCD67" w14:textId="7A3B4436" w:rsidR="0076380B" w:rsidRDefault="00117C80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76380B">
              <w:rPr>
                <w:rFonts w:ascii="Calibri" w:hAnsi="Calibri"/>
                <w:szCs w:val="20"/>
              </w:rPr>
              <w:t>/12/2025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5793C" w14:textId="77777777" w:rsidR="007612EC" w:rsidRDefault="007612EC">
      <w:r>
        <w:separator/>
      </w:r>
    </w:p>
  </w:endnote>
  <w:endnote w:type="continuationSeparator" w:id="0">
    <w:p w14:paraId="4D247D24" w14:textId="77777777" w:rsidR="007612EC" w:rsidRDefault="007612EC">
      <w:r>
        <w:continuationSeparator/>
      </w:r>
    </w:p>
  </w:endnote>
  <w:endnote w:type="continuationNotice" w:id="1">
    <w:p w14:paraId="6C91A16B" w14:textId="77777777" w:rsidR="007612EC" w:rsidRDefault="007612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E72B1" w:rsidRPr="000E72B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E72B1" w:rsidRPr="000E72B1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9FE1A5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117C80">
      <w:rPr>
        <w:noProof/>
      </w:rPr>
      <w:t>2025-10-16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75EA6" w14:textId="77777777" w:rsidR="007612EC" w:rsidRDefault="007612EC">
      <w:r>
        <w:separator/>
      </w:r>
    </w:p>
  </w:footnote>
  <w:footnote w:type="continuationSeparator" w:id="0">
    <w:p w14:paraId="2A3B2BE0" w14:textId="77777777" w:rsidR="007612EC" w:rsidRDefault="007612EC">
      <w:r>
        <w:continuationSeparator/>
      </w:r>
    </w:p>
  </w:footnote>
  <w:footnote w:type="continuationNotice" w:id="1">
    <w:p w14:paraId="47A0B8D7" w14:textId="77777777" w:rsidR="007612EC" w:rsidRDefault="007612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343E46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94230">
    <w:abstractNumId w:val="1"/>
  </w:num>
  <w:num w:numId="2" w16cid:durableId="1462575233">
    <w:abstractNumId w:val="10"/>
  </w:num>
  <w:num w:numId="3" w16cid:durableId="1435517454">
    <w:abstractNumId w:val="11"/>
  </w:num>
  <w:num w:numId="4" w16cid:durableId="1249272288">
    <w:abstractNumId w:val="4"/>
  </w:num>
  <w:num w:numId="5" w16cid:durableId="722944402">
    <w:abstractNumId w:val="3"/>
  </w:num>
  <w:num w:numId="6" w16cid:durableId="463083136">
    <w:abstractNumId w:val="7"/>
  </w:num>
  <w:num w:numId="7" w16cid:durableId="237786300">
    <w:abstractNumId w:val="5"/>
  </w:num>
  <w:num w:numId="8" w16cid:durableId="1760062220">
    <w:abstractNumId w:val="9"/>
  </w:num>
  <w:num w:numId="9" w16cid:durableId="1004280973">
    <w:abstractNumId w:val="0"/>
  </w:num>
  <w:num w:numId="10" w16cid:durableId="222761416">
    <w:abstractNumId w:val="8"/>
  </w:num>
  <w:num w:numId="11" w16cid:durableId="1334066833">
    <w:abstractNumId w:val="2"/>
  </w:num>
  <w:num w:numId="12" w16cid:durableId="162295705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4FD"/>
    <w:rsid w:val="00014D56"/>
    <w:rsid w:val="00015552"/>
    <w:rsid w:val="00015DD1"/>
    <w:rsid w:val="00016101"/>
    <w:rsid w:val="00017DD5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7C5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3AFB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E72B1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17C80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AA"/>
    <w:rsid w:val="001A10C5"/>
    <w:rsid w:val="001B2828"/>
    <w:rsid w:val="001B28AC"/>
    <w:rsid w:val="001B54D2"/>
    <w:rsid w:val="001B6479"/>
    <w:rsid w:val="001B6E4F"/>
    <w:rsid w:val="001C3AAA"/>
    <w:rsid w:val="001C49D5"/>
    <w:rsid w:val="001C525C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3EE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0F7"/>
    <w:rsid w:val="0036348D"/>
    <w:rsid w:val="0036480C"/>
    <w:rsid w:val="00365432"/>
    <w:rsid w:val="00366238"/>
    <w:rsid w:val="00366603"/>
    <w:rsid w:val="00367422"/>
    <w:rsid w:val="0036782B"/>
    <w:rsid w:val="00370246"/>
    <w:rsid w:val="003716E9"/>
    <w:rsid w:val="00372246"/>
    <w:rsid w:val="00372C19"/>
    <w:rsid w:val="003738E4"/>
    <w:rsid w:val="0037393B"/>
    <w:rsid w:val="00373BC7"/>
    <w:rsid w:val="003746F7"/>
    <w:rsid w:val="0037596D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8FD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A1B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42A4"/>
    <w:rsid w:val="00495DC4"/>
    <w:rsid w:val="00495FE7"/>
    <w:rsid w:val="00496251"/>
    <w:rsid w:val="00497108"/>
    <w:rsid w:val="0049746D"/>
    <w:rsid w:val="004978A3"/>
    <w:rsid w:val="00497F3E"/>
    <w:rsid w:val="004A11E1"/>
    <w:rsid w:val="004A1E0A"/>
    <w:rsid w:val="004A2F4F"/>
    <w:rsid w:val="004A389A"/>
    <w:rsid w:val="004A469D"/>
    <w:rsid w:val="004A5537"/>
    <w:rsid w:val="004A5795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28A4"/>
    <w:rsid w:val="004B425B"/>
    <w:rsid w:val="004B4999"/>
    <w:rsid w:val="004B57B1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7A3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9E6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6BC9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2E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C57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863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3508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1A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A5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2EC"/>
    <w:rsid w:val="00763283"/>
    <w:rsid w:val="0076380B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4F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9B4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209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AA5"/>
    <w:rsid w:val="008D662A"/>
    <w:rsid w:val="008E063F"/>
    <w:rsid w:val="008E092B"/>
    <w:rsid w:val="008E2243"/>
    <w:rsid w:val="008E2A5C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4EE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B7DFB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1FB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489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3DB5"/>
    <w:rsid w:val="00B94505"/>
    <w:rsid w:val="00B959A1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2853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3CB1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DEB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17201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37A3A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3A6B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32C6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258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91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23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0FF8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0D019DF9-7A85-4AA0-BBD9-054EFEE3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F22F7B-5B44-478F-9357-64306A5CC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subject/>
  <dc:creator>jason.lee@gggi.org;Jisu Min</dc:creator>
  <cp:keywords/>
  <dc:description/>
  <cp:lastModifiedBy>Ereta Turaki</cp:lastModifiedBy>
  <cp:revision>4</cp:revision>
  <cp:lastPrinted>2013-10-18T08:32:00Z</cp:lastPrinted>
  <dcterms:created xsi:type="dcterms:W3CDTF">2025-10-13T03:30:00Z</dcterms:created>
  <dcterms:modified xsi:type="dcterms:W3CDTF">2025-10-16T03:59:00Z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eff8ac1162e1b76c79572e88f11a2f1111a75dc90efb26dad64bc25b52d2219c</vt:lpwstr>
  </property>
</Properties>
</file>